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59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66"/>
        <w:gridCol w:w="1188"/>
        <w:gridCol w:w="1188"/>
      </w:tblGrid>
      <w:tr w:rsidR="00F661D3" w14:paraId="71631587" w14:textId="77777777" w:rsidTr="00F661D3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F661D3" w:rsidRDefault="00F661D3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F661D3" w:rsidRDefault="00F661D3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F661D3" w:rsidRDefault="00F661D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F661D3" w:rsidRDefault="00F661D3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F661D3" w:rsidRDefault="00F661D3">
            <w:pPr>
              <w:rPr>
                <w:rFonts w:cs="Arial"/>
                <w:szCs w:val="20"/>
              </w:rPr>
            </w:pPr>
          </w:p>
        </w:tc>
      </w:tr>
      <w:tr w:rsidR="00F661D3" w14:paraId="3780D4B8" w14:textId="77777777" w:rsidTr="00F661D3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F661D3" w:rsidRDefault="00F661D3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29748F1B" w:rsidR="00F661D3" w:rsidRPr="00EE2F31" w:rsidRDefault="00322ADB" w:rsidP="008260A6">
            <w:sdt>
              <w:sdtPr>
                <w:alias w:val="DokumendiKuupäev"/>
                <w:tag w:val="DokumendiKuupäev"/>
                <w:id w:val="-2001185323"/>
                <w:date w:fullDate="2024-03-18T07:46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F661D3">
                  <w:rPr>
                    <w:rFonts w:ascii="Times New Roman"/>
                    <w:sz w:val="24"/>
                  </w:rPr>
                  <w:t>18.03.2024</w:t>
                </w:r>
              </w:sdtContent>
            </w:sdt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F661D3" w:rsidRDefault="00F661D3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406EC9A2" w:rsidR="00F661D3" w:rsidRPr="00EE2F31" w:rsidRDefault="00322ADB" w:rsidP="008260A6">
            <w:sdt>
              <w:sdtPr>
                <w:alias w:val="KohtuasjaNumber"/>
                <w:tag w:val="KohtuasjaNumber"/>
                <w:id w:val="-572433356"/>
                <w:text/>
              </w:sdtPr>
              <w:sdtEndPr/>
              <w:sdtContent>
                <w:r w:rsidR="00F661D3">
                  <w:rPr>
                    <w:rFonts w:ascii="Times New Roman"/>
                    <w:sz w:val="24"/>
                  </w:rPr>
                  <w:t>2-24-1009</w:t>
                </w:r>
              </w:sdtContent>
            </w:sdt>
          </w:p>
        </w:tc>
        <w:tc>
          <w:tcPr>
            <w:tcW w:w="1188" w:type="dxa"/>
            <w:shd w:val="clear" w:color="auto" w:fill="auto"/>
          </w:tcPr>
          <w:p w14:paraId="51655529" w14:textId="77777777" w:rsidR="00F661D3" w:rsidRDefault="00F661D3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proofErr w:type="spellStart"/>
      <w:r w:rsidRPr="00463CBB">
        <w:rPr>
          <w:rFonts w:cs="Arial"/>
          <w:b/>
          <w:szCs w:val="20"/>
        </w:rPr>
        <w:t>Konkurentsiamet</w:t>
      </w:r>
      <w:proofErr w:type="spellEnd"/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Tatari</w:t>
      </w:r>
      <w:proofErr w:type="spellEnd"/>
      <w:r>
        <w:rPr>
          <w:rFonts w:cs="Arial"/>
          <w:szCs w:val="20"/>
        </w:rPr>
        <w:t xml:space="preserve">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322ADB" w:rsidP="00463CBB">
      <w:pPr>
        <w:rPr>
          <w:rFonts w:cs="Arial"/>
          <w:szCs w:val="20"/>
        </w:rPr>
      </w:pPr>
      <w:hyperlink r:id="rId12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10288F46" w14:textId="6357C564" w:rsidR="00463CBB" w:rsidRPr="00EE2F31" w:rsidRDefault="00463CBB" w:rsidP="00F661D3">
      <w:pPr>
        <w:jc w:val="both"/>
      </w:pPr>
      <w:r w:rsidRPr="007D6E02">
        <w:rPr>
          <w:rFonts w:cs="Arial"/>
          <w:szCs w:val="20"/>
          <w:lang w:val="et-EE"/>
        </w:rPr>
        <w:t xml:space="preserve">Harju Maakohtu menetluses on tsiviilasi nr </w:t>
      </w:r>
      <w:sdt>
        <w:sdtPr>
          <w:alias w:val="KohtuasjaNumber"/>
          <w:tag w:val="KohtuasjaNumber"/>
          <w:id w:val="-1125694648"/>
          <w:text/>
        </w:sdtPr>
        <w:sdtEndPr/>
        <w:sdtContent>
          <w:r>
            <w:rPr>
              <w:rFonts w:ascii="Times New Roman"/>
              <w:sz w:val="24"/>
            </w:rPr>
            <w:t>2-24-1009</w:t>
          </w:r>
        </w:sdtContent>
      </w:sdt>
      <w:r w:rsidRPr="007D6E02">
        <w:rPr>
          <w:rFonts w:cs="Arial"/>
          <w:szCs w:val="20"/>
          <w:lang w:val="et-EE"/>
        </w:rPr>
        <w:t xml:space="preserve"> </w:t>
      </w:r>
      <w:sdt>
        <w:sdtPr>
          <w:alias w:val="KohtuasjaPealkiri"/>
          <w:tag w:val="KohtuasjaPealkiri"/>
          <w:id w:val="1390620942"/>
          <w:text/>
        </w:sdtPr>
        <w:sdtEndPr/>
        <w:sdtContent>
          <w:r>
            <w:rPr>
              <w:rFonts w:ascii="Times New Roman"/>
              <w:sz w:val="24"/>
            </w:rPr>
            <w:t>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Pinni Manufaktuur pankrotiavaldus</w:t>
          </w:r>
        </w:sdtContent>
      </w:sdt>
      <w:r w:rsidR="007D6E02">
        <w:rPr>
          <w:rFonts w:cs="Arial"/>
          <w:szCs w:val="20"/>
          <w:lang w:val="et-EE"/>
        </w:rPr>
        <w:t>.</w:t>
      </w:r>
    </w:p>
    <w:p w14:paraId="7F0D19C9" w14:textId="77777777" w:rsidR="007D6E02" w:rsidRDefault="007D6E02" w:rsidP="00F661D3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7D6E02" w:rsidRDefault="007D6E02" w:rsidP="00F661D3">
      <w:pPr>
        <w:jc w:val="both"/>
        <w:rPr>
          <w:rFonts w:cs="Arial"/>
          <w:szCs w:val="20"/>
          <w:lang w:val="et-EE"/>
        </w:rPr>
      </w:pPr>
      <w:r>
        <w:rPr>
          <w:rFonts w:cs="Arial"/>
          <w:szCs w:val="20"/>
          <w:lang w:val="et-EE"/>
        </w:rPr>
        <w:t xml:space="preserve">Vastavalt pankrotiseaduse § 30 </w:t>
      </w:r>
      <w:proofErr w:type="spellStart"/>
      <w:r>
        <w:rPr>
          <w:rFonts w:cs="Arial"/>
          <w:szCs w:val="20"/>
          <w:lang w:val="et-EE"/>
        </w:rPr>
        <w:t>lg-le</w:t>
      </w:r>
      <w:proofErr w:type="spellEnd"/>
      <w:r>
        <w:rPr>
          <w:rFonts w:cs="Arial"/>
          <w:szCs w:val="20"/>
          <w:lang w:val="et-EE"/>
        </w:rPr>
        <w:t xml:space="preserve"> 1 k</w:t>
      </w:r>
      <w:r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cs="Arial"/>
          <w:szCs w:val="20"/>
          <w:lang w:val="et-EE"/>
        </w:rPr>
        <w:t xml:space="preserve"> Sama paragrahvi lg 5 sätestab, et k</w:t>
      </w:r>
      <w:r w:rsidRPr="007D6E02">
        <w:rPr>
          <w:rFonts w:cs="Arial"/>
          <w:szCs w:val="20"/>
          <w:lang w:val="et-EE"/>
        </w:rPr>
        <w:t>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F661D3">
      <w:pPr>
        <w:jc w:val="both"/>
      </w:pPr>
    </w:p>
    <w:p w14:paraId="5078C3A1" w14:textId="7E61036C" w:rsidR="00621D26" w:rsidRPr="00EE2F31" w:rsidRDefault="007D6E02" w:rsidP="00F661D3">
      <w:pPr>
        <w:jc w:val="both"/>
      </w:pPr>
      <w:r>
        <w:rPr>
          <w:lang w:val="et-EE"/>
        </w:rPr>
        <w:t xml:space="preserve">Kohus määras </w:t>
      </w:r>
      <w:r w:rsidR="00F661D3">
        <w:rPr>
          <w:lang w:val="et-EE"/>
        </w:rPr>
        <w:t>05.03.2024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F661D3">
        <w:rPr>
          <w:lang w:val="et-EE"/>
        </w:rPr>
        <w:t>3000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</w:t>
      </w:r>
      <w:proofErr w:type="spellStart"/>
      <w:r>
        <w:t>tegi</w:t>
      </w:r>
      <w:proofErr w:type="spellEnd"/>
      <w:r>
        <w:t xml:space="preserve">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="00354445">
        <w:rPr>
          <w:lang w:val="et-EE"/>
        </w:rPr>
        <w:t xml:space="preserve"> </w:t>
      </w:r>
      <w:sdt>
        <w:sdtPr>
          <w:alias w:val="MenetlusosaliseNimiKood$$volgnik"/>
          <w:tag w:val="MenetlusosaliseNimiKood$$volgnik"/>
          <w:id w:val="-2133165701"/>
          <w:text/>
        </w:sdtPr>
        <w:sdtEndPr/>
        <w:sdtContent>
          <w:r>
            <w:rPr>
              <w:rFonts w:ascii="Times New Roman"/>
              <w:sz w:val="24"/>
            </w:rPr>
            <w:t>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Pinni </w:t>
          </w:r>
          <w:proofErr w:type="spellStart"/>
          <w:r>
            <w:rPr>
              <w:rFonts w:ascii="Times New Roman"/>
              <w:sz w:val="24"/>
            </w:rPr>
            <w:t>Manufaktuur</w:t>
          </w:r>
          <w:proofErr w:type="spellEnd"/>
          <w:r>
            <w:rPr>
              <w:rFonts w:ascii="Times New Roman"/>
              <w:sz w:val="24"/>
            </w:rPr>
            <w:t xml:space="preserve"> (16236070)</w:t>
          </w:r>
        </w:sdtContent>
      </w:sdt>
      <w:r w:rsidR="00354445">
        <w:t xml:space="preserve">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F661D3">
        <w:rPr>
          <w:lang w:val="et-EE"/>
        </w:rPr>
        <w:t>15.03.2024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F661D3">
        <w:rPr>
          <w:lang w:val="et-EE"/>
        </w:rPr>
        <w:t>05.03.2024</w:t>
      </w:r>
      <w:r>
        <w:rPr>
          <w:lang w:val="et-EE"/>
        </w:rPr>
        <w:t xml:space="preserve">. Deposiiti tasutud ei ole. </w:t>
      </w:r>
    </w:p>
    <w:p w14:paraId="43F5CE55" w14:textId="77777777" w:rsidR="007D6E02" w:rsidRDefault="007D6E02" w:rsidP="00F661D3">
      <w:pPr>
        <w:spacing w:before="60" w:after="120" w:line="204" w:lineRule="atLeast"/>
        <w:jc w:val="both"/>
        <w:rPr>
          <w:lang w:val="et-EE"/>
        </w:rPr>
      </w:pPr>
    </w:p>
    <w:p w14:paraId="4FC5E50D" w14:textId="77777777" w:rsidR="00322ADB" w:rsidRDefault="007D6E02" w:rsidP="00F661D3">
      <w:pPr>
        <w:jc w:val="both"/>
        <w:rPr>
          <w:lang w:val="et-EE"/>
        </w:rPr>
      </w:pPr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30 lg 5 </w:t>
      </w:r>
      <w:r>
        <w:rPr>
          <w:lang w:val="et-EE"/>
        </w:rPr>
        <w:t xml:space="preserve">Konkurentsiametit, et deposiiti raugemise vältimiseks tsiviilasjas nr </w:t>
      </w:r>
      <w:sdt>
        <w:sdtPr>
          <w:alias w:val="KohtuasjaNumber"/>
          <w:tag w:val="KohtuasjaNumber"/>
          <w:id w:val="-1529329490"/>
          <w:text/>
        </w:sdtPr>
        <w:sdtEndPr/>
        <w:sdtContent>
          <w:r>
            <w:rPr>
              <w:rFonts w:ascii="Times New Roman"/>
              <w:sz w:val="24"/>
            </w:rPr>
            <w:t>2-24-1009</w:t>
          </w:r>
        </w:sdtContent>
      </w:sdt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 </w:t>
      </w:r>
    </w:p>
    <w:p w14:paraId="47F95A5C" w14:textId="7846D0D1" w:rsidR="007D6E02" w:rsidRPr="00322ADB" w:rsidRDefault="007D6E02" w:rsidP="00F661D3">
      <w:pPr>
        <w:jc w:val="both"/>
        <w:rPr>
          <w:b/>
          <w:bCs/>
        </w:rPr>
      </w:pPr>
      <w:r w:rsidRPr="00322ADB">
        <w:rPr>
          <w:b/>
          <w:bCs/>
          <w:lang w:val="et-EE"/>
        </w:rPr>
        <w:t xml:space="preserve">Kohus annab </w:t>
      </w:r>
      <w:r w:rsidR="00B84EB2" w:rsidRPr="00322ADB">
        <w:rPr>
          <w:b/>
          <w:bCs/>
          <w:lang w:val="et-EE"/>
        </w:rPr>
        <w:t xml:space="preserve">käesolevaga </w:t>
      </w:r>
      <w:r w:rsidRPr="00322ADB">
        <w:rPr>
          <w:b/>
          <w:bCs/>
          <w:lang w:val="et-EE"/>
        </w:rPr>
        <w:t>Konkurentsiametile tähtaja avaliku uurimismenetluse alustamise otsustamiseks ja kohtu teavitamiseks 10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proofErr w:type="spellStart"/>
      <w:r>
        <w:t>k</w:t>
      </w:r>
      <w:r w:rsidR="00607A50" w:rsidRPr="00D33AAD">
        <w:t>ohtuistungi</w:t>
      </w:r>
      <w:proofErr w:type="spellEnd"/>
      <w:r w:rsidR="00607A50" w:rsidRPr="00D33AAD">
        <w:t xml:space="preserve"> </w:t>
      </w:r>
      <w:proofErr w:type="spellStart"/>
      <w:r w:rsidR="00607A50" w:rsidRPr="00D33AAD">
        <w:t>sekretär</w:t>
      </w:r>
      <w:proofErr w:type="spellEnd"/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C322" w14:textId="77777777" w:rsidR="00A9769C" w:rsidRDefault="00A9769C" w:rsidP="00DA1915">
      <w:r>
        <w:separator/>
      </w:r>
    </w:p>
  </w:endnote>
  <w:endnote w:type="continuationSeparator" w:id="0">
    <w:p w14:paraId="070EFAA2" w14:textId="77777777" w:rsidR="00A9769C" w:rsidRDefault="00A9769C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0D787F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>
              <v:textbox>
                <w:txbxContent>
                  <w:p w:rsidRPr="009C6417" w:rsidR="00E349D5" w:rsidP="009C6417" w:rsidRDefault="00E349D5" w14:paraId="0899ECE8" w14:textId="7777777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 w:rsid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Pr="009C6417" w:rsidR="00E349D5" w:rsidP="00E349D5" w:rsidRDefault="00E349D5" w14:paraId="14222B38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w:history="1" r:id="rId2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Pr="00E349D5" w:rsidR="00FC186C" w:rsidP="002719AB" w:rsidRDefault="00FC186C" w14:paraId="7DE0B9E3" w14:textId="77777777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DCA3" w14:textId="77777777" w:rsidR="00A9769C" w:rsidRDefault="00A9769C" w:rsidP="00DA1915">
      <w:r>
        <w:separator/>
      </w:r>
    </w:p>
  </w:footnote>
  <w:footnote w:type="continuationSeparator" w:id="0">
    <w:p w14:paraId="7F51B3F8" w14:textId="77777777" w:rsidR="00A9769C" w:rsidRDefault="00A9769C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6BA59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3D68"/>
    <w:multiLevelType w:val="multilevel"/>
    <w:tmpl w:val="F498FBE8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89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67039"/>
    <w:rsid w:val="00214269"/>
    <w:rsid w:val="002719AB"/>
    <w:rsid w:val="002F71A3"/>
    <w:rsid w:val="00322ADB"/>
    <w:rsid w:val="00354445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44995"/>
    <w:rsid w:val="006C5155"/>
    <w:rsid w:val="006F03E6"/>
    <w:rsid w:val="007063FB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87BC8"/>
    <w:rsid w:val="00A9769C"/>
    <w:rsid w:val="00AB7297"/>
    <w:rsid w:val="00AE1A18"/>
    <w:rsid w:val="00B1243C"/>
    <w:rsid w:val="00B310B5"/>
    <w:rsid w:val="00B57933"/>
    <w:rsid w:val="00B84EB2"/>
    <w:rsid w:val="00B93951"/>
    <w:rsid w:val="00BD6BF6"/>
    <w:rsid w:val="00C8651B"/>
    <w:rsid w:val="00CD3E78"/>
    <w:rsid w:val="00CE278A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2F31"/>
    <w:rsid w:val="00EE3824"/>
    <w:rsid w:val="00EE667C"/>
    <w:rsid w:val="00F11AE2"/>
    <w:rsid w:val="00F14807"/>
    <w:rsid w:val="00F661D3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4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Linda Rahu</cp:lastModifiedBy>
  <cp:revision>5</cp:revision>
  <dcterms:created xsi:type="dcterms:W3CDTF">2023-10-12T08:31:00Z</dcterms:created>
  <dcterms:modified xsi:type="dcterms:W3CDTF">2024-03-18T07:49:00Z</dcterms:modified>
</cp:coreProperties>
</file>